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4E42CB">
      <w:pPr>
        <w:pStyle w:val="Titul1"/>
      </w:pPr>
      <w:r>
        <w:t>SMLOUVA O DÍLO NA ZHOTOVENÍ STAVBY</w:t>
      </w:r>
      <w:r w:rsidR="00485CE8">
        <w:t xml:space="preserve"> </w:t>
      </w:r>
    </w:p>
    <w:p w14:paraId="7D32551D" w14:textId="0ECBB6FF" w:rsidR="00F422D3" w:rsidRDefault="00F422D3" w:rsidP="00081405">
      <w:pPr>
        <w:pStyle w:val="Titul2"/>
        <w:jc w:val="both"/>
      </w:pPr>
      <w:r>
        <w:t>Název zakázky: „</w:t>
      </w:r>
      <w:r w:rsidR="004C3289">
        <w:t>Skřivany ON - oprava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51A7351F" w:rsidR="00D77605" w:rsidRDefault="002E052B" w:rsidP="00081405">
      <w:pPr>
        <w:pStyle w:val="Textbezodsazen"/>
        <w:tabs>
          <w:tab w:val="left" w:pos="1843"/>
        </w:tabs>
        <w:spacing w:after="0"/>
      </w:pPr>
      <w:r>
        <w:t>ev. č. registru VZ:</w:t>
      </w:r>
      <w:r>
        <w:tab/>
      </w:r>
      <w:r w:rsidR="00F5764A">
        <w:t>64022032</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17C3A526" w:rsidR="00F24489" w:rsidRDefault="00F24489" w:rsidP="004C32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F5764A">
        <w:t>64022032</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4C3289">
        <w:t>Skřivany ON -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0EA9BAB7" w:rsidR="00F24489" w:rsidRDefault="00DF4B6D" w:rsidP="004C3289">
      <w:pPr>
        <w:pStyle w:val="Textbezslovn"/>
      </w:pPr>
      <w:r w:rsidRPr="00F5764A">
        <w:t>Rekapitulace Ceny Díla dle objektů stavebních částí (SO) a objektů provozních částí (PS) je uvedena v</w:t>
      </w:r>
      <w:r w:rsidR="00F87C8D" w:rsidRPr="00F5764A">
        <w:t> </w:t>
      </w:r>
      <w:hyperlink w:anchor="ListAnnex04" w:history="1">
        <w:r w:rsidRPr="00F5764A">
          <w:rPr>
            <w:rStyle w:val="Hypertextovodkaz"/>
            <w:rFonts w:cs="Calibri"/>
            <w:color w:val="auto"/>
          </w:rPr>
          <w:t>Příloze č. 4</w:t>
        </w:r>
      </w:hyperlink>
      <w:r w:rsidRPr="00F5764A">
        <w:t xml:space="preserve"> této Smlouvy.</w:t>
      </w:r>
    </w:p>
    <w:p w14:paraId="5F7F2D80" w14:textId="64746B9F" w:rsidR="00F24489" w:rsidRPr="004C3289"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 xml:space="preserve">Smlouvě ani zvýšení Ceny za </w:t>
      </w:r>
      <w:r w:rsidRPr="004C3289">
        <w:t>Dílo ani zrušení Smlouvy.</w:t>
      </w:r>
    </w:p>
    <w:p w14:paraId="2D017486" w14:textId="77777777" w:rsidR="00F24489" w:rsidRPr="004C3289" w:rsidRDefault="00F24489" w:rsidP="00081405">
      <w:pPr>
        <w:pStyle w:val="Text1-1"/>
      </w:pPr>
      <w:r w:rsidRPr="004C32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C3289">
        <w:rPr>
          <w:rStyle w:val="OdstavecsmlouvyChar"/>
          <w:rFonts w:eastAsiaTheme="minorHAnsi"/>
        </w:rPr>
        <w:t xml:space="preserve"> </w:t>
      </w:r>
      <w:r w:rsidRPr="004C3289">
        <w:t xml:space="preserve">režim přenesení daňové povinnosti dle </w:t>
      </w:r>
      <w:proofErr w:type="spellStart"/>
      <w:r w:rsidRPr="004C3289">
        <w:t>ust</w:t>
      </w:r>
      <w:proofErr w:type="spellEnd"/>
      <w:r w:rsidRPr="004C3289">
        <w:t xml:space="preserve">. § 92a, zákona č. 235/2004 Sb., o dani z přidané hodnoty, ve znění pozdějších předpisů (dále jen „zákona o DPH“), osobou povinnou k dani dle </w:t>
      </w:r>
      <w:proofErr w:type="spellStart"/>
      <w:r w:rsidRPr="004C3289">
        <w:t>ust</w:t>
      </w:r>
      <w:proofErr w:type="spellEnd"/>
      <w:r w:rsidRPr="004C3289">
        <w:t xml:space="preserve">. § 5 odst. 1 zákona o DPH, neboť přijatá plnění použije pro svou ekonomickou činnost, a je tedy osobou povinnou přiznat a zaplatit DPH dle </w:t>
      </w:r>
      <w:proofErr w:type="spellStart"/>
      <w:r w:rsidRPr="004C3289">
        <w:t>ust</w:t>
      </w:r>
      <w:proofErr w:type="spellEnd"/>
      <w:r w:rsidRPr="004C3289">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0C4030C0" w:rsidR="00F24489" w:rsidRPr="004C3289" w:rsidRDefault="00F24489" w:rsidP="00081405">
      <w:pPr>
        <w:pStyle w:val="Textbezslovn"/>
        <w:rPr>
          <w:b/>
        </w:rPr>
      </w:pPr>
      <w:r w:rsidRPr="004C3289">
        <w:rPr>
          <w:b/>
        </w:rPr>
        <w:t xml:space="preserve">Celková lhůta pro dokončení Díla činí celkem </w:t>
      </w:r>
      <w:r w:rsidR="00D8355F">
        <w:rPr>
          <w:b/>
        </w:rPr>
        <w:t>6</w:t>
      </w:r>
      <w:r w:rsidR="00D8355F" w:rsidRPr="004C3289">
        <w:rPr>
          <w:b/>
        </w:rPr>
        <w:t xml:space="preserve"> </w:t>
      </w:r>
      <w:r w:rsidRPr="004C3289">
        <w:rPr>
          <w:b/>
        </w:rPr>
        <w:t>měsíců ode Dne zahájení stavebních prací (dokladem prokazujícím, že Zh</w:t>
      </w:r>
      <w:r w:rsidR="00805BFF" w:rsidRPr="004C3289">
        <w:rPr>
          <w:b/>
        </w:rPr>
        <w:t>otovitel dokončil celé Dílo, je </w:t>
      </w:r>
      <w:r w:rsidRPr="004C3289">
        <w:rPr>
          <w:b/>
        </w:rPr>
        <w:t>Předávací protokol dle odst. 10.4 Obchodních podmínek).</w:t>
      </w:r>
    </w:p>
    <w:p w14:paraId="3183DE99" w14:textId="75760AC5" w:rsidR="00F24489" w:rsidRDefault="00F24489" w:rsidP="00081405">
      <w:pPr>
        <w:pStyle w:val="Textbezslovn"/>
      </w:pPr>
      <w:r w:rsidRPr="004C3289">
        <w:t xml:space="preserve">Lhůta pro dokončení stavebních prací činí celkem </w:t>
      </w:r>
      <w:r w:rsidR="00D8355F">
        <w:rPr>
          <w:b/>
        </w:rPr>
        <w:t>4</w:t>
      </w:r>
      <w:r w:rsidR="00D8355F" w:rsidRPr="004C3289">
        <w:rPr>
          <w:b/>
        </w:rPr>
        <w:t xml:space="preserve"> </w:t>
      </w:r>
      <w:r w:rsidRPr="004C3289">
        <w:rPr>
          <w:b/>
        </w:rPr>
        <w:t>měsíců</w:t>
      </w:r>
      <w:r w:rsidRPr="004C3289">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355A0561" w14:textId="4C8824EC" w:rsidR="009A0C40" w:rsidRDefault="009A0C40" w:rsidP="004C3289">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D8355F">
        <w:rPr>
          <w:b/>
        </w:rPr>
        <w:t>2</w:t>
      </w:r>
      <w:r w:rsidR="00D8355F" w:rsidRPr="001B6480">
        <w:rPr>
          <w:b/>
        </w:rPr>
        <w:t xml:space="preserve"> </w:t>
      </w:r>
      <w:r w:rsidRPr="001B6480">
        <w:rPr>
          <w:b/>
        </w:rPr>
        <w:t>měsíců</w:t>
      </w:r>
      <w:r w:rsidRPr="001B6480">
        <w:t xml:space="preserve"> ode dne podpisu posledního Zápisu o předání a</w:t>
      </w:r>
      <w:r w:rsidR="00EF33B0">
        <w:t> </w:t>
      </w:r>
      <w:r w:rsidRPr="001B6480">
        <w:t>převzetí Díla.</w:t>
      </w:r>
    </w:p>
    <w:p w14:paraId="3BCA684B" w14:textId="3AF05A53" w:rsidR="00D8355F" w:rsidRPr="003F35F3" w:rsidRDefault="00D8355F" w:rsidP="004C3289">
      <w:pPr>
        <w:pStyle w:val="Textbezslovn"/>
      </w:pPr>
      <w:r w:rsidRPr="001B6480">
        <w:t xml:space="preserve">Lhůty stanovené v odst. 6.5.3 a 8.3.3 Všeobecných technických podmínek na realizaci a lhůty stanovené v odst. </w:t>
      </w:r>
      <w:r>
        <w:t>2.10 a 2.11 Obchodních podmínek</w:t>
      </w:r>
      <w:r w:rsidRPr="001B6480">
        <w:t xml:space="preserve"> 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4C3289"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w:t>
      </w:r>
      <w:r w:rsidRPr="004C3289">
        <w:t>včas a Objednatelem převzato sjednaným způsobem.</w:t>
      </w:r>
    </w:p>
    <w:p w14:paraId="30C44A40" w14:textId="49C8DE3C" w:rsidR="00F24489" w:rsidRDefault="00F24489" w:rsidP="004C3289">
      <w:pPr>
        <w:pStyle w:val="Text1-1"/>
      </w:pPr>
      <w:r w:rsidRPr="004C3289">
        <w:lastRenderedPageBreak/>
        <w:t>Místo plnění je dáno místem, v němž má být Dílo dle Dokumentace pro stavební povolení a příslušných veřejnoprávních povolení umístěno</w:t>
      </w:r>
      <w:r w:rsidRPr="00F97DBD">
        <w:t>.</w:t>
      </w:r>
    </w:p>
    <w:p w14:paraId="75613D22" w14:textId="3E0961B6" w:rsidR="00F24489" w:rsidRPr="004C3289" w:rsidRDefault="00F24489" w:rsidP="00081405">
      <w:pPr>
        <w:pStyle w:val="Text1-1"/>
      </w:pP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01047FBC" w:rsidR="00214C3E" w:rsidRPr="004C3289" w:rsidRDefault="00214C3E" w:rsidP="004C3289">
      <w:pPr>
        <w:pStyle w:val="Text1-1"/>
      </w:pPr>
      <w:r w:rsidRPr="004C3289">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6CED72CE" w:rsidR="00214C3E" w:rsidRPr="002032B6" w:rsidRDefault="00214C3E" w:rsidP="004C328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Pr="004C3289"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xml:space="preserve">, je Zhotovitel povinen tyto doklady nejpozději do dvou (2) pracovních dnů od žádosti </w:t>
      </w:r>
      <w:r w:rsidRPr="004C3289">
        <w:t>Objednatele.</w:t>
      </w:r>
    </w:p>
    <w:p w14:paraId="31BADFE3" w14:textId="77777777" w:rsidR="00214C3E" w:rsidRPr="004C3289" w:rsidRDefault="00214C3E" w:rsidP="00081405">
      <w:pPr>
        <w:pStyle w:val="Text1-1"/>
      </w:pPr>
      <w:r w:rsidRPr="004C3289">
        <w:t>V bodě 7.5.3 Obchodních podmínek se lhůta upravuje na pět (5) dní.</w:t>
      </w:r>
    </w:p>
    <w:p w14:paraId="4FF42719" w14:textId="7C46EBBD" w:rsidR="00214C3E" w:rsidRPr="004C3289" w:rsidRDefault="00214C3E" w:rsidP="004C3289">
      <w:pPr>
        <w:pStyle w:val="Text1-1"/>
      </w:pPr>
      <w:r w:rsidRPr="004C3289">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81405">
      <w:pPr>
        <w:pStyle w:val="Text1-1"/>
      </w:pPr>
      <w:r w:rsidRPr="000E4714">
        <w:t>V bodech 14.8 a 15.3 Obchodních podmínek se text „dle odst. 5.6 Smlouvy“ nahrazuje textem „dle odst. 7.8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29D2F12B" w:rsidR="00FB6115" w:rsidRDefault="00FB6115" w:rsidP="00081405">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0DD092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96D63B7"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CBA3BA9" w14:textId="77777777" w:rsidR="006D4A7A" w:rsidRDefault="006D4A7A" w:rsidP="006D4A7A">
      <w:pPr>
        <w:pStyle w:val="Nadpis1-1"/>
        <w:rPr>
          <w:lang w:eastAsia="cs-CZ"/>
        </w:rPr>
      </w:pPr>
      <w:r>
        <w:rPr>
          <w:lang w:eastAsia="cs-CZ"/>
        </w:rPr>
        <w:t>Střet zájmů, povinnosti Zhotovitele v souvislosti s konfliktem na Ukrajině</w:t>
      </w:r>
    </w:p>
    <w:p w14:paraId="5F8F7E09" w14:textId="77777777" w:rsidR="006D4A7A" w:rsidRPr="0029677D" w:rsidRDefault="006D4A7A" w:rsidP="006D4A7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EE30F97" w14:textId="77777777" w:rsidR="006D4A7A" w:rsidRPr="0029677D" w:rsidRDefault="006D4A7A" w:rsidP="006D4A7A">
      <w:pPr>
        <w:pStyle w:val="Text1-1"/>
      </w:pPr>
      <w:r w:rsidRPr="0029677D">
        <w:t>Zhotovitel prohlašuje, že on, ani žádný z jeho poddodavatelů nebo jiných osob, jejichž způsobilost byla využita ve smyslu evropských směrnic o zadávání veřejných zakázek, nejsou osobami:</w:t>
      </w:r>
    </w:p>
    <w:p w14:paraId="07D9D20D" w14:textId="77777777" w:rsidR="006D4A7A" w:rsidRPr="0029677D" w:rsidRDefault="006D4A7A" w:rsidP="006D4A7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A5BE70F" w14:textId="77777777" w:rsidR="006D4A7A" w:rsidRPr="0029677D" w:rsidRDefault="006D4A7A" w:rsidP="006D4A7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42BBF5FA" w14:textId="77777777" w:rsidR="006D4A7A" w:rsidRPr="0029677D" w:rsidRDefault="006D4A7A" w:rsidP="006D4A7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FD85542" w14:textId="77777777" w:rsidR="006D4A7A" w:rsidRPr="0029677D" w:rsidRDefault="006D4A7A" w:rsidP="006D4A7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94B8BDB" w14:textId="77777777" w:rsidR="006D4A7A" w:rsidRPr="0029677D" w:rsidRDefault="006D4A7A" w:rsidP="006D4A7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414A52" w14:textId="77777777" w:rsidR="006D4A7A" w:rsidRPr="0029677D" w:rsidRDefault="006D4A7A" w:rsidP="006D4A7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DCCE5A2" w14:textId="77777777" w:rsidR="006D4A7A" w:rsidRPr="0029677D" w:rsidRDefault="006D4A7A" w:rsidP="006D4A7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4972DAA" w14:textId="77777777" w:rsidR="006D4A7A" w:rsidRDefault="006D4A7A" w:rsidP="006D4A7A">
      <w:pPr>
        <w:pStyle w:val="Text1-2"/>
        <w:numPr>
          <w:ilvl w:val="0"/>
          <w:numId w:val="0"/>
        </w:numPr>
        <w:ind w:left="1474"/>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3" w:name="_Ref214189956"/>
      <w:r w:rsidRPr="00073B97">
        <w:t>Veškerá práva a povinnosti vyplývající z této Smlouvy přecházejí, pokud to povaha těchto práv a povinností nevylučuje, na právní nástupce smluvních stran.</w:t>
      </w:r>
      <w:bookmarkEnd w:id="3"/>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44E694B0" w:rsidR="00C7481D" w:rsidRPr="00516813"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4"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5"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650B6B7C" w:rsidR="00214C3E" w:rsidRPr="00F97DBD" w:rsidRDefault="00214C3E" w:rsidP="004C3289">
            <w:pPr>
              <w:pStyle w:val="Textbezslovn"/>
              <w:jc w:val="left"/>
            </w:pPr>
            <w:r w:rsidRPr="00F97DBD">
              <w:t xml:space="preserve">c) Zvláštní technické podmínky </w:t>
            </w:r>
            <w:r w:rsidR="00C72129">
              <w:t xml:space="preserve">ze dne </w:t>
            </w:r>
            <w:r w:rsidR="004C3289">
              <w:t>4. 4. 2022</w:t>
            </w:r>
          </w:p>
        </w:tc>
      </w:tr>
      <w:bookmarkStart w:id="6"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7"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8"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9"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0"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F5764A"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33D9B817" w:rsidR="00940F66" w:rsidRDefault="00940F66" w:rsidP="00081405">
      <w:pPr>
        <w:pStyle w:val="Odstavec1-1a"/>
        <w:numPr>
          <w:ilvl w:val="0"/>
          <w:numId w:val="16"/>
        </w:numPr>
        <w:rPr>
          <w:b/>
        </w:rPr>
      </w:pPr>
      <w:r>
        <w:rPr>
          <w:b/>
        </w:rPr>
        <w:t>Zvláštní technické podmínky ze dne</w:t>
      </w:r>
      <w:r w:rsidR="00236CEB">
        <w:rPr>
          <w:b/>
        </w:rPr>
        <w:t xml:space="preserve"> </w:t>
      </w:r>
      <w:r w:rsidR="004C3289">
        <w:rPr>
          <w:b/>
        </w:rPr>
        <w:t>4. 4. 2022</w:t>
      </w:r>
    </w:p>
    <w:p w14:paraId="0D227D88" w14:textId="0B8826ED" w:rsidR="00940F66" w:rsidRPr="00723836" w:rsidRDefault="00940F66" w:rsidP="00F5764A">
      <w:pPr>
        <w:pStyle w:val="Odstavec1-1a"/>
        <w:numPr>
          <w:ilvl w:val="0"/>
          <w:numId w:val="0"/>
        </w:numPr>
        <w:tabs>
          <w:tab w:val="left" w:pos="708"/>
        </w:tabs>
        <w:ind w:left="1050" w:hanging="340"/>
        <w:rPr>
          <w:rFonts w:cs="Arial"/>
          <w:lang w:eastAsia="ja-JP"/>
        </w:rPr>
      </w:pPr>
      <w:bookmarkStart w:id="11" w:name="_GoBack"/>
      <w:bookmarkEnd w:id="11"/>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t>Příloha č. 3</w:t>
      </w:r>
    </w:p>
    <w:p w14:paraId="5CF99B30" w14:textId="77777777" w:rsidR="00E463D2" w:rsidRDefault="00E463D2" w:rsidP="00081405">
      <w:pPr>
        <w:pStyle w:val="Nadpisbezsl1-2"/>
        <w:jc w:val="both"/>
      </w:pPr>
      <w:r w:rsidRPr="00F97DBD">
        <w:t>Související dokumenty</w:t>
      </w:r>
    </w:p>
    <w:p w14:paraId="596AD072" w14:textId="77777777" w:rsidR="00E9697F" w:rsidRDefault="00E9697F" w:rsidP="00081405">
      <w:pPr>
        <w:pStyle w:val="Odrka1-1"/>
        <w:numPr>
          <w:ilvl w:val="0"/>
          <w:numId w:val="0"/>
        </w:numPr>
        <w:ind w:left="1077" w:hanging="340"/>
        <w:rPr>
          <w:highlight w:val="green"/>
        </w:rPr>
      </w:pPr>
    </w:p>
    <w:p w14:paraId="71CB7A28" w14:textId="77777777" w:rsidR="00E9697F" w:rsidRPr="006D57A1" w:rsidRDefault="00E9697F" w:rsidP="00081405">
      <w:pPr>
        <w:pStyle w:val="Odrka1-2-"/>
        <w:numPr>
          <w:ilvl w:val="1"/>
          <w:numId w:val="17"/>
        </w:numPr>
        <w:rPr>
          <w:b/>
        </w:rPr>
      </w:pPr>
      <w:r w:rsidRPr="006D57A1">
        <w:rPr>
          <w:b/>
        </w:rPr>
        <w:t>Projektová dokumentace stavby</w:t>
      </w:r>
    </w:p>
    <w:p w14:paraId="261A3B15" w14:textId="2EC52F1D" w:rsidR="00E9697F" w:rsidRPr="006D57A1" w:rsidRDefault="00E9697F" w:rsidP="00081405">
      <w:pPr>
        <w:pStyle w:val="Odrka1-2-"/>
        <w:numPr>
          <w:ilvl w:val="0"/>
          <w:numId w:val="0"/>
        </w:numPr>
        <w:tabs>
          <w:tab w:val="left" w:pos="708"/>
        </w:tabs>
        <w:ind w:left="1531"/>
      </w:pPr>
      <w:r w:rsidRPr="006D57A1">
        <w:t>Součástí smlouvy je projektová dokumentace s</w:t>
      </w:r>
      <w:r w:rsidR="00805BFF" w:rsidRPr="006D57A1">
        <w:t>tavby, která byla uveřejněna na </w:t>
      </w:r>
      <w:r w:rsidRPr="006D57A1">
        <w:t>profilu zadavatele jako součást zadávací dokumentace.</w:t>
      </w:r>
    </w:p>
    <w:p w14:paraId="39C8E36D" w14:textId="254E23FC" w:rsidR="00236CEB" w:rsidRPr="006D57A1" w:rsidRDefault="00236CEB" w:rsidP="00081405">
      <w:pPr>
        <w:pStyle w:val="Odrka1-2-"/>
        <w:numPr>
          <w:ilvl w:val="0"/>
          <w:numId w:val="0"/>
        </w:numPr>
        <w:tabs>
          <w:tab w:val="left" w:pos="708"/>
        </w:tabs>
        <w:ind w:left="1531"/>
      </w:pPr>
    </w:p>
    <w:p w14:paraId="41C74A92" w14:textId="70AEE7E9" w:rsidR="00236CEB" w:rsidRPr="006D57A1" w:rsidRDefault="00236CEB" w:rsidP="00081405">
      <w:pPr>
        <w:pStyle w:val="Odrka1-2-"/>
        <w:numPr>
          <w:ilvl w:val="1"/>
          <w:numId w:val="17"/>
        </w:numPr>
        <w:rPr>
          <w:b/>
        </w:rPr>
      </w:pPr>
      <w:r w:rsidRPr="006D57A1">
        <w:rPr>
          <w:b/>
        </w:rPr>
        <w:t xml:space="preserve">Stavební povolení pro stavbu dráhy </w:t>
      </w:r>
      <w:proofErr w:type="spellStart"/>
      <w:proofErr w:type="gramStart"/>
      <w:r w:rsidR="006D57A1" w:rsidRPr="006D57A1">
        <w:t>k.ú</w:t>
      </w:r>
      <w:proofErr w:type="spellEnd"/>
      <w:r w:rsidR="006D57A1" w:rsidRPr="006D57A1">
        <w:t>.</w:t>
      </w:r>
      <w:proofErr w:type="gramEnd"/>
      <w:r w:rsidR="006D57A1" w:rsidRPr="006D57A1">
        <w:t xml:space="preserve"> Skřivany</w:t>
      </w:r>
      <w:r w:rsidR="006D57A1" w:rsidRPr="006D57A1">
        <w:rPr>
          <w:b/>
        </w:rPr>
        <w:t xml:space="preserve"> </w:t>
      </w:r>
      <w:r w:rsidRPr="006D57A1">
        <w:t>„</w:t>
      </w:r>
      <w:r w:rsidR="006D57A1" w:rsidRPr="006D57A1">
        <w:t>Skřivany ON - oprava“ ze dne 20</w:t>
      </w:r>
      <w:r w:rsidRPr="006D57A1">
        <w:t xml:space="preserve">. </w:t>
      </w:r>
      <w:r w:rsidR="006D57A1" w:rsidRPr="006D57A1">
        <w:t>12</w:t>
      </w:r>
      <w:r w:rsidRPr="006D57A1">
        <w:t xml:space="preserve">. </w:t>
      </w:r>
      <w:r w:rsidR="006D57A1" w:rsidRPr="006D57A1">
        <w:t>2021, č. j.: DUCR-75584/21/</w:t>
      </w:r>
      <w:proofErr w:type="spellStart"/>
      <w:r w:rsidR="006D57A1" w:rsidRPr="006D57A1">
        <w:t>Bn</w:t>
      </w:r>
      <w:proofErr w:type="spellEnd"/>
      <w:r w:rsidRPr="006D57A1">
        <w:t xml:space="preserve">, </w:t>
      </w:r>
      <w:proofErr w:type="spellStart"/>
      <w:r w:rsidRPr="006D57A1">
        <w:t>sp</w:t>
      </w:r>
      <w:proofErr w:type="spellEnd"/>
      <w:r w:rsidRPr="006D57A1">
        <w:t xml:space="preserve">. zn.: </w:t>
      </w:r>
      <w:r w:rsidR="006D57A1" w:rsidRPr="006D57A1">
        <w:t>MP-SDP0761/21-6/</w:t>
      </w:r>
      <w:proofErr w:type="spellStart"/>
      <w:r w:rsidR="006D57A1" w:rsidRPr="006D57A1">
        <w:t>Bn</w:t>
      </w:r>
      <w:proofErr w:type="spellEnd"/>
      <w:r w:rsidR="006D57A1" w:rsidRPr="006D57A1">
        <w:t>, vydané Drážním úřadem</w:t>
      </w:r>
      <w:r w:rsidRPr="006D57A1">
        <w:t xml:space="preserve">, sekce </w:t>
      </w:r>
      <w:r w:rsidR="006D57A1" w:rsidRPr="006D57A1">
        <w:t>infrastruktury</w:t>
      </w:r>
      <w:r w:rsidRPr="006D57A1">
        <w:t>,</w:t>
      </w:r>
      <w:r w:rsidR="00064AA2" w:rsidRPr="006D57A1">
        <w:t xml:space="preserve"> územní</w:t>
      </w:r>
      <w:r w:rsidRPr="006D57A1">
        <w:t xml:space="preserve"> odbor </w:t>
      </w:r>
      <w:r w:rsidR="006D57A1" w:rsidRPr="006D57A1">
        <w:t>Praha</w:t>
      </w:r>
      <w:r w:rsidR="00E91B5E">
        <w:t>.</w:t>
      </w:r>
    </w:p>
    <w:p w14:paraId="26D613C0" w14:textId="705AF4CB" w:rsidR="00236CEB" w:rsidRPr="006D57A1" w:rsidRDefault="00236CEB" w:rsidP="00081405">
      <w:pPr>
        <w:pStyle w:val="Odrka1-2-"/>
        <w:numPr>
          <w:ilvl w:val="0"/>
          <w:numId w:val="0"/>
        </w:numPr>
        <w:tabs>
          <w:tab w:val="left" w:pos="708"/>
        </w:tabs>
        <w:ind w:left="1531"/>
      </w:pPr>
    </w:p>
    <w:p w14:paraId="6C6DFFE9" w14:textId="37A59459" w:rsidR="00EF09AF" w:rsidRDefault="00EF09AF" w:rsidP="00081405">
      <w:pPr>
        <w:pStyle w:val="Odrka1-2-"/>
        <w:numPr>
          <w:ilvl w:val="0"/>
          <w:numId w:val="0"/>
        </w:numPr>
        <w:tabs>
          <w:tab w:val="left" w:pos="708"/>
        </w:tabs>
        <w:ind w:left="1531"/>
      </w:pPr>
      <w:r w:rsidRPr="006D57A1">
        <w:t>Stavební povolení je součástí Projektové dokumentace stavby, která byla uveřejněna jako součást zadávací dokumentace.</w:t>
      </w:r>
    </w:p>
    <w:p w14:paraId="3078D503" w14:textId="2690A1B8" w:rsidR="00EF09AF" w:rsidRDefault="00EF09AF" w:rsidP="00081405">
      <w:pPr>
        <w:pStyle w:val="Odrka1-2-"/>
        <w:numPr>
          <w:ilvl w:val="0"/>
          <w:numId w:val="0"/>
        </w:numPr>
        <w:tabs>
          <w:tab w:val="left" w:pos="708"/>
        </w:tabs>
        <w:ind w:left="1531"/>
      </w:pPr>
    </w:p>
    <w:p w14:paraId="221DF875" w14:textId="1CA65969" w:rsidR="006C0BB6" w:rsidRDefault="006C0BB6" w:rsidP="006D57A1">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4F0C9DE4" w14:textId="5CE3068B" w:rsidR="00893D76" w:rsidRDefault="000B16A1" w:rsidP="00081405">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w:t>
      </w:r>
      <w:r w:rsidR="00DA1F47">
        <w:rPr>
          <w:highlight w:val="yellow"/>
        </w:rPr>
        <w:t> </w:t>
      </w:r>
      <w:r w:rsidR="00893D76" w:rsidRPr="003A5A35">
        <w:rPr>
          <w:highlight w:val="yellow"/>
        </w:rPr>
        <w:t>nabídce účastníka.]</w:t>
      </w:r>
      <w:r w:rsidR="00893D76" w:rsidRPr="00485A7E">
        <w:t xml:space="preserve"> </w:t>
      </w: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527C350" w14:textId="722779F1"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03E24367" w14:textId="77777777" w:rsidR="00502690" w:rsidRPr="00B26902" w:rsidRDefault="00502690" w:rsidP="00081405">
      <w:pPr>
        <w:pStyle w:val="Nadpisbezsl1-2"/>
        <w:jc w:val="both"/>
      </w:pPr>
      <w:r>
        <w:t>Oprávněné osoby</w:t>
      </w:r>
    </w:p>
    <w:p w14:paraId="1A408476" w14:textId="1F515ED3"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5C46B4CC" w:rsidR="00ED29F1" w:rsidRPr="00F609A6" w:rsidRDefault="006D57A1"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Lukáš Lejsek</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026DE947" w:rsidR="00A0053F" w:rsidRPr="00566D66" w:rsidRDefault="006D57A1"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3EA420AB" w:rsidR="00A0053F" w:rsidRPr="00566D66" w:rsidRDefault="006D57A1"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lejsek@spravazeleznic.cz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2A5B29B4" w:rsidR="00A0053F" w:rsidRPr="00566D66" w:rsidRDefault="006D57A1"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725 988 992</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D57A1"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6D57A1" w:rsidRPr="008D59AA" w:rsidRDefault="006D57A1" w:rsidP="006D57A1">
            <w:pPr>
              <w:pStyle w:val="Tabulka"/>
              <w:rPr>
                <w:rStyle w:val="Nadpisvtabulce"/>
              </w:rPr>
            </w:pPr>
            <w:r w:rsidRPr="008D59AA">
              <w:rPr>
                <w:rStyle w:val="Nadpisvtabulce"/>
              </w:rPr>
              <w:t>Jméno a příjmení</w:t>
            </w:r>
          </w:p>
        </w:tc>
        <w:tc>
          <w:tcPr>
            <w:tcW w:w="5812" w:type="dxa"/>
          </w:tcPr>
          <w:p w14:paraId="4FA6301E" w14:textId="7164FCC8" w:rsidR="006D57A1" w:rsidRPr="00A87925" w:rsidRDefault="006D57A1" w:rsidP="006D57A1">
            <w:pPr>
              <w:pStyle w:val="Tabulka"/>
              <w:cnfStyle w:val="100000000000" w:firstRow="1" w:lastRow="0" w:firstColumn="0" w:lastColumn="0" w:oddVBand="0" w:evenVBand="0" w:oddHBand="0" w:evenHBand="0" w:firstRowFirstColumn="0" w:firstRowLastColumn="0" w:lastRowFirstColumn="0" w:lastRowLastColumn="0"/>
              <w:rPr>
                <w:b/>
              </w:rPr>
            </w:pPr>
            <w:r w:rsidRPr="001918DC">
              <w:t>Ing. Lukáš Lejsek</w:t>
            </w:r>
          </w:p>
        </w:tc>
      </w:tr>
      <w:tr w:rsidR="006D57A1"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6D57A1" w:rsidRPr="00165A92" w:rsidRDefault="006D57A1" w:rsidP="006D57A1">
            <w:pPr>
              <w:pStyle w:val="Tabulka"/>
            </w:pPr>
            <w:r w:rsidRPr="00165A92">
              <w:t>Adresa</w:t>
            </w:r>
          </w:p>
        </w:tc>
        <w:tc>
          <w:tcPr>
            <w:tcW w:w="5812" w:type="dxa"/>
          </w:tcPr>
          <w:p w14:paraId="1B64A329" w14:textId="72D635C6" w:rsidR="006D57A1" w:rsidRPr="00A87925"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1918DC">
              <w:t>Oblastní ředitelství Hradec Králové</w:t>
            </w:r>
          </w:p>
        </w:tc>
      </w:tr>
      <w:tr w:rsidR="006D57A1"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6D57A1" w:rsidRPr="00165A92" w:rsidRDefault="006D57A1" w:rsidP="006D57A1">
            <w:pPr>
              <w:pStyle w:val="Tabulka"/>
            </w:pPr>
            <w:r w:rsidRPr="00165A92">
              <w:t>E-mail</w:t>
            </w:r>
          </w:p>
        </w:tc>
        <w:tc>
          <w:tcPr>
            <w:tcW w:w="5812" w:type="dxa"/>
          </w:tcPr>
          <w:p w14:paraId="641C20DF" w14:textId="29DB1E22" w:rsidR="006D57A1" w:rsidRPr="00A87925"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1918DC">
              <w:t>lejsek@spravazeleznic.cz</w:t>
            </w:r>
          </w:p>
        </w:tc>
      </w:tr>
      <w:tr w:rsidR="006D57A1"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6D57A1" w:rsidRPr="00165A92" w:rsidRDefault="006D57A1" w:rsidP="006D57A1">
            <w:pPr>
              <w:pStyle w:val="Tabulka"/>
            </w:pPr>
            <w:r w:rsidRPr="00165A92">
              <w:t>Telefon</w:t>
            </w:r>
          </w:p>
        </w:tc>
        <w:tc>
          <w:tcPr>
            <w:tcW w:w="5812" w:type="dxa"/>
          </w:tcPr>
          <w:p w14:paraId="7550EE05" w14:textId="19E478F5" w:rsidR="006D57A1" w:rsidRPr="00A87925"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1918DC">
              <w:t>725 988 992</w:t>
            </w:r>
          </w:p>
        </w:tc>
      </w:tr>
    </w:tbl>
    <w:p w14:paraId="6926200B" w14:textId="34EB055B" w:rsidR="00ED29F1" w:rsidRPr="00165A92" w:rsidRDefault="00ED29F1" w:rsidP="00081405">
      <w:pPr>
        <w:pStyle w:val="Textbezodsazen"/>
      </w:pPr>
    </w:p>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D57A1"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6D57A1" w:rsidRPr="008D59AA" w:rsidRDefault="006D57A1" w:rsidP="006D57A1">
            <w:pPr>
              <w:pStyle w:val="Tabulka"/>
              <w:rPr>
                <w:rStyle w:val="Nadpisvtabulce"/>
              </w:rPr>
            </w:pPr>
            <w:r w:rsidRPr="008D59AA">
              <w:rPr>
                <w:rStyle w:val="Nadpisvtabulce"/>
              </w:rPr>
              <w:t>Jméno a příjmení</w:t>
            </w:r>
          </w:p>
        </w:tc>
        <w:tc>
          <w:tcPr>
            <w:tcW w:w="5812" w:type="dxa"/>
          </w:tcPr>
          <w:p w14:paraId="700C1046" w14:textId="73DA8E24" w:rsidR="006D57A1" w:rsidRPr="00767DA2" w:rsidRDefault="006D57A1" w:rsidP="006D57A1">
            <w:pPr>
              <w:pStyle w:val="Tabulka"/>
              <w:cnfStyle w:val="100000000000" w:firstRow="1" w:lastRow="0" w:firstColumn="0" w:lastColumn="0" w:oddVBand="0" w:evenVBand="0" w:oddHBand="0" w:evenHBand="0" w:firstRowFirstColumn="0" w:firstRowLastColumn="0" w:lastRowFirstColumn="0" w:lastRowLastColumn="0"/>
              <w:rPr>
                <w:b/>
              </w:rPr>
            </w:pPr>
            <w:r w:rsidRPr="00826F19">
              <w:t>Ing. Lukáš Lejsek</w:t>
            </w:r>
          </w:p>
        </w:tc>
      </w:tr>
      <w:tr w:rsidR="006D57A1"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6D57A1" w:rsidRPr="00165A92" w:rsidRDefault="006D57A1" w:rsidP="006D57A1">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6F4DA9A9" w:rsidR="006D57A1" w:rsidRPr="00767DA2"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826F19">
              <w:t>Oblastní ředitelství Hradec Králové</w:t>
            </w:r>
          </w:p>
        </w:tc>
      </w:tr>
      <w:tr w:rsidR="006D57A1"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6D57A1" w:rsidRPr="00165A92" w:rsidRDefault="006D57A1" w:rsidP="006D57A1">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794035FA" w:rsidR="006D57A1" w:rsidRPr="00767DA2"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826F19">
              <w:t>lejsek@spravazeleznic.cz</w:t>
            </w:r>
          </w:p>
        </w:tc>
      </w:tr>
      <w:tr w:rsidR="006D57A1"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6D57A1" w:rsidRPr="00165A92" w:rsidRDefault="006D57A1" w:rsidP="006D57A1">
            <w:pPr>
              <w:pStyle w:val="Tabulka"/>
            </w:pPr>
            <w:r w:rsidRPr="00165A92">
              <w:t>Telefon</w:t>
            </w:r>
          </w:p>
        </w:tc>
        <w:tc>
          <w:tcPr>
            <w:tcW w:w="5812" w:type="dxa"/>
            <w:tcBorders>
              <w:top w:val="single" w:sz="2" w:space="0" w:color="auto"/>
              <w:left w:val="single" w:sz="2" w:space="0" w:color="auto"/>
              <w:bottom w:val="nil"/>
              <w:right w:val="nil"/>
            </w:tcBorders>
          </w:tcPr>
          <w:p w14:paraId="10E464CE" w14:textId="2091A4C1" w:rsidR="006D57A1" w:rsidRPr="00767DA2" w:rsidRDefault="006D57A1" w:rsidP="006D57A1">
            <w:pPr>
              <w:pStyle w:val="Tabulka"/>
              <w:cnfStyle w:val="000000000000" w:firstRow="0" w:lastRow="0" w:firstColumn="0" w:lastColumn="0" w:oddVBand="0" w:evenVBand="0" w:oddHBand="0" w:evenHBand="0" w:firstRowFirstColumn="0" w:firstRowLastColumn="0" w:lastRowFirstColumn="0" w:lastRowLastColumn="0"/>
              <w:rPr>
                <w:b/>
              </w:rPr>
            </w:pPr>
            <w:r w:rsidRPr="00826F19">
              <w:t>725 988 992</w:t>
            </w:r>
          </w:p>
        </w:tc>
      </w:tr>
    </w:tbl>
    <w:p w14:paraId="6F211856" w14:textId="77777777" w:rsidR="00ED29F1" w:rsidRPr="00165A92" w:rsidRDefault="00ED29F1" w:rsidP="00081405">
      <w:pPr>
        <w:pStyle w:val="Textbezodsazen"/>
      </w:pPr>
    </w:p>
    <w:p w14:paraId="63AF81F8"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A0053F" w:rsidRPr="00165A92" w14:paraId="7DEE39C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9E221"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F05006C" w14:textId="7736C776" w:rsidR="00A0053F" w:rsidRPr="00B47B19" w:rsidRDefault="004E42CB" w:rsidP="00081405">
            <w:pPr>
              <w:pStyle w:val="Tabulka"/>
              <w:cnfStyle w:val="100000000000" w:firstRow="1"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r w:rsidR="00A0053F" w:rsidRPr="00165A92" w14:paraId="6FA02E87"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72B5B97" w14:textId="77777777" w:rsidR="00A0053F" w:rsidRPr="00165A92" w:rsidRDefault="00A0053F" w:rsidP="00081405">
            <w:pPr>
              <w:pStyle w:val="Tabulka"/>
            </w:pPr>
            <w:r w:rsidRPr="00165A92">
              <w:t>Adresa</w:t>
            </w:r>
          </w:p>
        </w:tc>
        <w:tc>
          <w:tcPr>
            <w:tcW w:w="5812" w:type="dxa"/>
          </w:tcPr>
          <w:p w14:paraId="156570AC" w14:textId="03C3BCD4" w:rsidR="00A0053F" w:rsidRPr="00B47B19" w:rsidRDefault="004E42CB" w:rsidP="00081405">
            <w:pPr>
              <w:pStyle w:val="Tabulka"/>
              <w:cnfStyle w:val="000000000000" w:firstRow="0"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r w:rsidR="00A0053F" w:rsidRPr="00165A92" w14:paraId="0C0A39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F25EC26" w14:textId="77777777" w:rsidR="00A0053F" w:rsidRPr="00165A92" w:rsidRDefault="00A0053F" w:rsidP="00081405">
            <w:pPr>
              <w:pStyle w:val="Tabulka"/>
            </w:pPr>
            <w:r w:rsidRPr="00165A92">
              <w:t>E-mail</w:t>
            </w:r>
          </w:p>
        </w:tc>
        <w:tc>
          <w:tcPr>
            <w:tcW w:w="5812" w:type="dxa"/>
          </w:tcPr>
          <w:p w14:paraId="1CE1586E" w14:textId="4DA80DD0" w:rsidR="00A0053F" w:rsidRPr="00B47B19" w:rsidRDefault="00617595" w:rsidP="00081405">
            <w:pPr>
              <w:pStyle w:val="Tabulka"/>
              <w:cnfStyle w:val="000000000000" w:firstRow="0"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r w:rsidR="00B47B19" w:rsidRPr="00165A92" w14:paraId="673BF256"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F5525CD" w14:textId="77777777" w:rsidR="00B47B19" w:rsidRPr="00165A92" w:rsidRDefault="00B47B19" w:rsidP="00081405">
            <w:pPr>
              <w:pStyle w:val="Tabulka"/>
            </w:pPr>
            <w:r w:rsidRPr="00165A92">
              <w:t>Telefon</w:t>
            </w:r>
          </w:p>
        </w:tc>
        <w:tc>
          <w:tcPr>
            <w:tcW w:w="5812" w:type="dxa"/>
          </w:tcPr>
          <w:p w14:paraId="00982123" w14:textId="3BDFC583" w:rsidR="00B47B19" w:rsidRPr="00B47B19" w:rsidRDefault="00B47B19" w:rsidP="00081405">
            <w:pPr>
              <w:pStyle w:val="Tabulka"/>
              <w:cnfStyle w:val="000000000000" w:firstRow="0"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bl>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00354268" w:rsidR="002C7A28" w:rsidRPr="002C7A28" w:rsidRDefault="004E19AA" w:rsidP="006D57A1">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6D57A1">
              <w:rPr>
                <w:rFonts w:eastAsia="Times New Roman" w:cs="Calibri"/>
                <w:lang w:eastAsia="cs-CZ"/>
              </w:rPr>
              <w:t>2</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6D57A1">
              <w:rPr>
                <w:rFonts w:eastAsia="Times New Roman" w:cs="Calibri"/>
                <w:lang w:eastAsia="cs-CZ"/>
              </w:rPr>
              <w:t>2</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561AEB83" w14:textId="0E711215" w:rsidR="001F26D5" w:rsidRDefault="001F26D5" w:rsidP="00081405">
      <w:pPr>
        <w:pStyle w:val="Textbezodsazen"/>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5DB2F3E" w14:textId="77777777" w:rsidR="00D76F55" w:rsidRDefault="00D76F55" w:rsidP="00081405">
      <w:pPr>
        <w:pStyle w:val="Nadpisbezsl1-2"/>
        <w:jc w:val="both"/>
      </w:pP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8A549" w14:textId="77777777" w:rsidR="008A70EB" w:rsidRDefault="008A70EB" w:rsidP="00962258">
      <w:pPr>
        <w:spacing w:after="0" w:line="240" w:lineRule="auto"/>
      </w:pPr>
      <w:r>
        <w:separator/>
      </w:r>
    </w:p>
  </w:endnote>
  <w:endnote w:type="continuationSeparator" w:id="0">
    <w:p w14:paraId="2DEF1810" w14:textId="77777777" w:rsidR="008A70EB" w:rsidRDefault="008A70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3289" w:rsidRPr="00A22592" w14:paraId="66AB46D4" w14:textId="77777777" w:rsidTr="00EB46E5">
      <w:tc>
        <w:tcPr>
          <w:tcW w:w="1361" w:type="dxa"/>
          <w:tcMar>
            <w:left w:w="0" w:type="dxa"/>
            <w:right w:w="0" w:type="dxa"/>
          </w:tcMar>
          <w:vAlign w:val="bottom"/>
        </w:tcPr>
        <w:p w14:paraId="357001FE" w14:textId="7237303B" w:rsidR="004C3289" w:rsidRPr="00B8518B" w:rsidRDefault="004C32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764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764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4C3289" w:rsidRDefault="004C3289" w:rsidP="00B8518B">
          <w:pPr>
            <w:pStyle w:val="Zpat"/>
          </w:pPr>
        </w:p>
      </w:tc>
      <w:tc>
        <w:tcPr>
          <w:tcW w:w="425" w:type="dxa"/>
          <w:shd w:val="clear" w:color="auto" w:fill="auto"/>
          <w:tcMar>
            <w:left w:w="0" w:type="dxa"/>
            <w:right w:w="0" w:type="dxa"/>
          </w:tcMar>
        </w:tcPr>
        <w:p w14:paraId="6DAF8F96" w14:textId="77777777" w:rsidR="004C3289" w:rsidRDefault="004C3289" w:rsidP="00B8518B">
          <w:pPr>
            <w:pStyle w:val="Zpat"/>
          </w:pPr>
        </w:p>
      </w:tc>
      <w:tc>
        <w:tcPr>
          <w:tcW w:w="8505" w:type="dxa"/>
        </w:tcPr>
        <w:p w14:paraId="032469F4" w14:textId="77777777" w:rsidR="004C3289" w:rsidRPr="00A22592" w:rsidRDefault="004C3289" w:rsidP="00F422D3">
          <w:pPr>
            <w:pStyle w:val="Zpat0"/>
            <w:rPr>
              <w:b/>
              <w:sz w:val="14"/>
            </w:rPr>
          </w:pPr>
          <w:r w:rsidRPr="00A22592">
            <w:rPr>
              <w:b/>
              <w:sz w:val="14"/>
            </w:rPr>
            <w:t>SMLOUVA O DÍLO</w:t>
          </w:r>
        </w:p>
        <w:p w14:paraId="27015DE1" w14:textId="77777777" w:rsidR="004C3289" w:rsidRPr="00A22592" w:rsidRDefault="004C3289" w:rsidP="00F422D3">
          <w:pPr>
            <w:pStyle w:val="Zpat0"/>
            <w:rPr>
              <w:sz w:val="14"/>
            </w:rPr>
          </w:pPr>
          <w:r w:rsidRPr="00A22592">
            <w:rPr>
              <w:sz w:val="14"/>
            </w:rPr>
            <w:t>Zhotovení stavby</w:t>
          </w:r>
        </w:p>
        <w:p w14:paraId="7A7B48F8" w14:textId="26C8526C" w:rsidR="004C3289" w:rsidRPr="00A22592" w:rsidRDefault="004C3289" w:rsidP="00F422D3">
          <w:pPr>
            <w:pStyle w:val="Zpat0"/>
            <w:rPr>
              <w:sz w:val="14"/>
            </w:rPr>
          </w:pPr>
          <w:r>
            <w:rPr>
              <w:sz w:val="14"/>
            </w:rPr>
            <w:t>Skřivany ON - oprava</w:t>
          </w:r>
        </w:p>
      </w:tc>
    </w:tr>
  </w:tbl>
  <w:p w14:paraId="53C93338" w14:textId="77777777" w:rsidR="004C3289" w:rsidRPr="00B8518B" w:rsidRDefault="004C32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4C3289" w:rsidRPr="00B8518B" w:rsidRDefault="004C3289" w:rsidP="00460660">
    <w:pPr>
      <w:pStyle w:val="Zpat"/>
      <w:rPr>
        <w:sz w:val="2"/>
        <w:szCs w:val="2"/>
      </w:rPr>
    </w:pPr>
  </w:p>
  <w:p w14:paraId="79482BEC" w14:textId="77777777" w:rsidR="004C3289" w:rsidRPr="00460660" w:rsidRDefault="004C32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3289" w:rsidRPr="00A22592" w14:paraId="22AF6DD5" w14:textId="77777777" w:rsidTr="00EB46E5">
      <w:tc>
        <w:tcPr>
          <w:tcW w:w="1361" w:type="dxa"/>
          <w:tcMar>
            <w:left w:w="0" w:type="dxa"/>
            <w:right w:w="0" w:type="dxa"/>
          </w:tcMar>
          <w:vAlign w:val="bottom"/>
        </w:tcPr>
        <w:p w14:paraId="608A442B" w14:textId="77777777" w:rsidR="004C3289" w:rsidRPr="00B8518B" w:rsidRDefault="004C3289" w:rsidP="00502690">
          <w:pPr>
            <w:pStyle w:val="Zpat"/>
            <w:jc w:val="right"/>
            <w:rPr>
              <w:rStyle w:val="slostrnky"/>
            </w:rPr>
          </w:pPr>
        </w:p>
      </w:tc>
      <w:tc>
        <w:tcPr>
          <w:tcW w:w="284" w:type="dxa"/>
          <w:shd w:val="clear" w:color="auto" w:fill="auto"/>
          <w:tcMar>
            <w:left w:w="0" w:type="dxa"/>
            <w:right w:w="0" w:type="dxa"/>
          </w:tcMar>
        </w:tcPr>
        <w:p w14:paraId="336607A1" w14:textId="77777777" w:rsidR="004C3289" w:rsidRDefault="004C3289" w:rsidP="00B8518B">
          <w:pPr>
            <w:pStyle w:val="Zpat"/>
          </w:pPr>
        </w:p>
      </w:tc>
      <w:tc>
        <w:tcPr>
          <w:tcW w:w="425" w:type="dxa"/>
          <w:shd w:val="clear" w:color="auto" w:fill="auto"/>
          <w:tcMar>
            <w:left w:w="0" w:type="dxa"/>
            <w:right w:w="0" w:type="dxa"/>
          </w:tcMar>
        </w:tcPr>
        <w:p w14:paraId="6C3F7571" w14:textId="77777777" w:rsidR="004C3289" w:rsidRDefault="004C3289" w:rsidP="00B8518B">
          <w:pPr>
            <w:pStyle w:val="Zpat"/>
          </w:pPr>
        </w:p>
      </w:tc>
      <w:tc>
        <w:tcPr>
          <w:tcW w:w="8505" w:type="dxa"/>
        </w:tcPr>
        <w:p w14:paraId="5989549A" w14:textId="77777777" w:rsidR="004C3289" w:rsidRPr="00A22592" w:rsidRDefault="004C3289" w:rsidP="00F422D3">
          <w:pPr>
            <w:pStyle w:val="Zpat0"/>
            <w:rPr>
              <w:b/>
              <w:sz w:val="14"/>
            </w:rPr>
          </w:pPr>
          <w:r>
            <w:rPr>
              <w:b/>
              <w:sz w:val="14"/>
            </w:rPr>
            <w:t>SMLOUVA O DÍLO</w:t>
          </w:r>
        </w:p>
        <w:p w14:paraId="047F8F29" w14:textId="77777777" w:rsidR="004C3289" w:rsidRPr="00A22592" w:rsidRDefault="004C3289" w:rsidP="00F95FBD">
          <w:pPr>
            <w:pStyle w:val="Zpat0"/>
            <w:rPr>
              <w:sz w:val="14"/>
            </w:rPr>
          </w:pPr>
          <w:r w:rsidRPr="00A22592">
            <w:rPr>
              <w:sz w:val="14"/>
            </w:rPr>
            <w:t>Zhotovení stavby</w:t>
          </w:r>
        </w:p>
        <w:p w14:paraId="2CA3CAFF" w14:textId="7438D54C" w:rsidR="004C3289" w:rsidRPr="00A22592" w:rsidRDefault="004C3289" w:rsidP="00F95FBD">
          <w:pPr>
            <w:pStyle w:val="Zpat0"/>
            <w:rPr>
              <w:sz w:val="14"/>
            </w:rPr>
          </w:pPr>
          <w:r>
            <w:rPr>
              <w:sz w:val="14"/>
            </w:rPr>
            <w:t>Skřivany ON - oprava</w:t>
          </w:r>
        </w:p>
      </w:tc>
    </w:tr>
  </w:tbl>
  <w:p w14:paraId="3F154C03" w14:textId="77777777" w:rsidR="004C3289" w:rsidRPr="00B8518B" w:rsidRDefault="004C32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4C3289" w:rsidRPr="008F58C3" w:rsidRDefault="004C3289">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3086C" w14:textId="77777777" w:rsidR="008A70EB" w:rsidRDefault="008A70EB" w:rsidP="00962258">
      <w:pPr>
        <w:spacing w:after="0" w:line="240" w:lineRule="auto"/>
      </w:pPr>
      <w:r>
        <w:separator/>
      </w:r>
    </w:p>
  </w:footnote>
  <w:footnote w:type="continuationSeparator" w:id="0">
    <w:p w14:paraId="34E14E56" w14:textId="77777777" w:rsidR="008A70EB" w:rsidRDefault="008A70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289" w14:paraId="5D031E28" w14:textId="77777777" w:rsidTr="00C02D0A">
      <w:trPr>
        <w:trHeight w:hRule="exact" w:val="454"/>
      </w:trPr>
      <w:tc>
        <w:tcPr>
          <w:tcW w:w="1361" w:type="dxa"/>
          <w:tcMar>
            <w:top w:w="57" w:type="dxa"/>
            <w:left w:w="0" w:type="dxa"/>
            <w:right w:w="0" w:type="dxa"/>
          </w:tcMar>
        </w:tcPr>
        <w:p w14:paraId="4489E32C" w14:textId="77777777" w:rsidR="004C3289" w:rsidRPr="00B8518B" w:rsidRDefault="004C3289" w:rsidP="00523EA7">
          <w:pPr>
            <w:pStyle w:val="Zpat"/>
            <w:rPr>
              <w:rStyle w:val="slostrnky"/>
            </w:rPr>
          </w:pPr>
        </w:p>
      </w:tc>
      <w:tc>
        <w:tcPr>
          <w:tcW w:w="3458" w:type="dxa"/>
          <w:shd w:val="clear" w:color="auto" w:fill="auto"/>
          <w:tcMar>
            <w:top w:w="57" w:type="dxa"/>
            <w:left w:w="0" w:type="dxa"/>
            <w:right w:w="0" w:type="dxa"/>
          </w:tcMar>
        </w:tcPr>
        <w:p w14:paraId="78DCDEDB" w14:textId="77777777" w:rsidR="004C3289" w:rsidRDefault="004C3289" w:rsidP="00523EA7">
          <w:pPr>
            <w:pStyle w:val="Zpat"/>
          </w:pPr>
        </w:p>
      </w:tc>
      <w:tc>
        <w:tcPr>
          <w:tcW w:w="5698" w:type="dxa"/>
          <w:shd w:val="clear" w:color="auto" w:fill="auto"/>
          <w:tcMar>
            <w:top w:w="57" w:type="dxa"/>
            <w:left w:w="0" w:type="dxa"/>
            <w:right w:w="0" w:type="dxa"/>
          </w:tcMar>
        </w:tcPr>
        <w:p w14:paraId="4C5E6986" w14:textId="77777777" w:rsidR="004C3289" w:rsidRPr="00D6163D" w:rsidRDefault="004C3289" w:rsidP="00D6163D">
          <w:pPr>
            <w:pStyle w:val="Druhdokumentu"/>
          </w:pPr>
        </w:p>
      </w:tc>
    </w:tr>
  </w:tbl>
  <w:p w14:paraId="5BA8D49F" w14:textId="77777777" w:rsidR="004C3289" w:rsidRPr="00D6163D" w:rsidRDefault="004C32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3289" w14:paraId="384D7FDA" w14:textId="77777777" w:rsidTr="00B22106">
      <w:trPr>
        <w:trHeight w:hRule="exact" w:val="936"/>
      </w:trPr>
      <w:tc>
        <w:tcPr>
          <w:tcW w:w="1361" w:type="dxa"/>
          <w:tcMar>
            <w:left w:w="0" w:type="dxa"/>
            <w:right w:w="0" w:type="dxa"/>
          </w:tcMar>
        </w:tcPr>
        <w:p w14:paraId="78661BD7" w14:textId="77777777" w:rsidR="004C3289" w:rsidRPr="00B8518B" w:rsidRDefault="004C3289" w:rsidP="00FC6389">
          <w:pPr>
            <w:pStyle w:val="Zpat"/>
            <w:rPr>
              <w:rStyle w:val="slostrnky"/>
            </w:rPr>
          </w:pPr>
        </w:p>
      </w:tc>
      <w:tc>
        <w:tcPr>
          <w:tcW w:w="3458" w:type="dxa"/>
          <w:shd w:val="clear" w:color="auto" w:fill="auto"/>
          <w:tcMar>
            <w:left w:w="0" w:type="dxa"/>
            <w:right w:w="0" w:type="dxa"/>
          </w:tcMar>
        </w:tcPr>
        <w:p w14:paraId="0046FBB3" w14:textId="77777777" w:rsidR="004C3289" w:rsidRDefault="004C3289" w:rsidP="00FC6389">
          <w:pPr>
            <w:pStyle w:val="Zpat"/>
          </w:pPr>
        </w:p>
      </w:tc>
      <w:tc>
        <w:tcPr>
          <w:tcW w:w="5756" w:type="dxa"/>
          <w:shd w:val="clear" w:color="auto" w:fill="auto"/>
          <w:tcMar>
            <w:left w:w="0" w:type="dxa"/>
            <w:right w:w="0" w:type="dxa"/>
          </w:tcMar>
        </w:tcPr>
        <w:p w14:paraId="3E32A76B" w14:textId="77777777" w:rsidR="004C3289" w:rsidRPr="00D6163D" w:rsidRDefault="004C3289" w:rsidP="00FC6389">
          <w:pPr>
            <w:pStyle w:val="Druhdokumentu"/>
          </w:pPr>
        </w:p>
      </w:tc>
    </w:tr>
    <w:tr w:rsidR="004C3289" w14:paraId="1C69BDF4" w14:textId="77777777" w:rsidTr="00B22106">
      <w:trPr>
        <w:trHeight w:hRule="exact" w:val="936"/>
      </w:trPr>
      <w:tc>
        <w:tcPr>
          <w:tcW w:w="1361" w:type="dxa"/>
          <w:tcMar>
            <w:left w:w="0" w:type="dxa"/>
            <w:right w:w="0" w:type="dxa"/>
          </w:tcMar>
        </w:tcPr>
        <w:p w14:paraId="102E971B" w14:textId="77777777" w:rsidR="004C3289" w:rsidRPr="00B8518B" w:rsidRDefault="004C3289" w:rsidP="00FC6389">
          <w:pPr>
            <w:pStyle w:val="Zpat"/>
            <w:rPr>
              <w:rStyle w:val="slostrnky"/>
            </w:rPr>
          </w:pPr>
        </w:p>
      </w:tc>
      <w:tc>
        <w:tcPr>
          <w:tcW w:w="3458" w:type="dxa"/>
          <w:shd w:val="clear" w:color="auto" w:fill="auto"/>
          <w:tcMar>
            <w:left w:w="0" w:type="dxa"/>
            <w:right w:w="0" w:type="dxa"/>
          </w:tcMar>
        </w:tcPr>
        <w:p w14:paraId="6667902B" w14:textId="77777777" w:rsidR="004C3289" w:rsidRDefault="004C3289" w:rsidP="00FC6389">
          <w:pPr>
            <w:pStyle w:val="Zpat"/>
          </w:pPr>
        </w:p>
      </w:tc>
      <w:tc>
        <w:tcPr>
          <w:tcW w:w="5756" w:type="dxa"/>
          <w:shd w:val="clear" w:color="auto" w:fill="auto"/>
          <w:tcMar>
            <w:left w:w="0" w:type="dxa"/>
            <w:right w:w="0" w:type="dxa"/>
          </w:tcMar>
        </w:tcPr>
        <w:p w14:paraId="2E12A5A7" w14:textId="77777777" w:rsidR="004C3289" w:rsidRPr="00D6163D" w:rsidRDefault="004C3289" w:rsidP="00FC6389">
          <w:pPr>
            <w:pStyle w:val="Druhdokumentu"/>
          </w:pPr>
        </w:p>
      </w:tc>
    </w:tr>
  </w:tbl>
  <w:p w14:paraId="1FA8FBA8" w14:textId="77777777" w:rsidR="004C3289" w:rsidRPr="00D6163D" w:rsidRDefault="004C3289"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4C3289" w:rsidRPr="00460660" w:rsidRDefault="004C32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289" w14:paraId="692406C5" w14:textId="77777777" w:rsidTr="00C02D0A">
      <w:trPr>
        <w:trHeight w:hRule="exact" w:val="454"/>
      </w:trPr>
      <w:tc>
        <w:tcPr>
          <w:tcW w:w="1361" w:type="dxa"/>
          <w:tcMar>
            <w:top w:w="57" w:type="dxa"/>
            <w:left w:w="0" w:type="dxa"/>
            <w:right w:w="0" w:type="dxa"/>
          </w:tcMar>
        </w:tcPr>
        <w:p w14:paraId="3ED70212" w14:textId="77777777" w:rsidR="004C3289" w:rsidRPr="00B8518B" w:rsidRDefault="004C3289" w:rsidP="00523EA7">
          <w:pPr>
            <w:pStyle w:val="Zpat"/>
            <w:rPr>
              <w:rStyle w:val="slostrnky"/>
            </w:rPr>
          </w:pPr>
        </w:p>
      </w:tc>
      <w:tc>
        <w:tcPr>
          <w:tcW w:w="3458" w:type="dxa"/>
          <w:shd w:val="clear" w:color="auto" w:fill="auto"/>
          <w:tcMar>
            <w:top w:w="57" w:type="dxa"/>
            <w:left w:w="0" w:type="dxa"/>
            <w:right w:w="0" w:type="dxa"/>
          </w:tcMar>
        </w:tcPr>
        <w:p w14:paraId="59774E18" w14:textId="77777777" w:rsidR="004C3289" w:rsidRDefault="004C3289" w:rsidP="00523EA7">
          <w:pPr>
            <w:pStyle w:val="Zpat"/>
          </w:pPr>
        </w:p>
      </w:tc>
      <w:tc>
        <w:tcPr>
          <w:tcW w:w="5698" w:type="dxa"/>
          <w:shd w:val="clear" w:color="auto" w:fill="auto"/>
          <w:tcMar>
            <w:top w:w="57" w:type="dxa"/>
            <w:left w:w="0" w:type="dxa"/>
            <w:right w:w="0" w:type="dxa"/>
          </w:tcMar>
        </w:tcPr>
        <w:p w14:paraId="50FBDB97" w14:textId="77777777" w:rsidR="004C3289" w:rsidRPr="00D6163D" w:rsidRDefault="004C3289" w:rsidP="00D6163D">
          <w:pPr>
            <w:pStyle w:val="Druhdokumentu"/>
          </w:pPr>
        </w:p>
      </w:tc>
    </w:tr>
  </w:tbl>
  <w:p w14:paraId="2624A862" w14:textId="77777777" w:rsidR="004C3289" w:rsidRPr="00D6163D" w:rsidRDefault="004C32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289" w14:paraId="7E53CC94" w14:textId="77777777" w:rsidTr="00C02D0A">
      <w:trPr>
        <w:trHeight w:hRule="exact" w:val="454"/>
      </w:trPr>
      <w:tc>
        <w:tcPr>
          <w:tcW w:w="1361" w:type="dxa"/>
          <w:tcMar>
            <w:top w:w="57" w:type="dxa"/>
            <w:left w:w="0" w:type="dxa"/>
            <w:right w:w="0" w:type="dxa"/>
          </w:tcMar>
        </w:tcPr>
        <w:p w14:paraId="5B1C5B69" w14:textId="77777777" w:rsidR="004C3289" w:rsidRPr="00B8518B" w:rsidRDefault="004C3289" w:rsidP="00523EA7">
          <w:pPr>
            <w:pStyle w:val="Zpat"/>
            <w:rPr>
              <w:rStyle w:val="slostrnky"/>
            </w:rPr>
          </w:pPr>
        </w:p>
      </w:tc>
      <w:tc>
        <w:tcPr>
          <w:tcW w:w="3458" w:type="dxa"/>
          <w:shd w:val="clear" w:color="auto" w:fill="auto"/>
          <w:tcMar>
            <w:top w:w="57" w:type="dxa"/>
            <w:left w:w="0" w:type="dxa"/>
            <w:right w:w="0" w:type="dxa"/>
          </w:tcMar>
        </w:tcPr>
        <w:p w14:paraId="69EBB16B" w14:textId="77777777" w:rsidR="004C3289" w:rsidRDefault="004C3289" w:rsidP="00523EA7">
          <w:pPr>
            <w:pStyle w:val="Zpat"/>
          </w:pPr>
        </w:p>
      </w:tc>
      <w:tc>
        <w:tcPr>
          <w:tcW w:w="5698" w:type="dxa"/>
          <w:shd w:val="clear" w:color="auto" w:fill="auto"/>
          <w:tcMar>
            <w:top w:w="57" w:type="dxa"/>
            <w:left w:w="0" w:type="dxa"/>
            <w:right w:w="0" w:type="dxa"/>
          </w:tcMar>
        </w:tcPr>
        <w:p w14:paraId="120253C1" w14:textId="77777777" w:rsidR="004C3289" w:rsidRPr="00D6163D" w:rsidRDefault="004C3289" w:rsidP="00D6163D">
          <w:pPr>
            <w:pStyle w:val="Druhdokumentu"/>
          </w:pPr>
        </w:p>
      </w:tc>
    </w:tr>
  </w:tbl>
  <w:p w14:paraId="6FDC562E" w14:textId="77777777" w:rsidR="004C3289" w:rsidRPr="00D6163D" w:rsidRDefault="004C32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289" w14:paraId="46017BCD" w14:textId="77777777" w:rsidTr="00C02D0A">
      <w:trPr>
        <w:trHeight w:hRule="exact" w:val="454"/>
      </w:trPr>
      <w:tc>
        <w:tcPr>
          <w:tcW w:w="1361" w:type="dxa"/>
          <w:tcMar>
            <w:top w:w="57" w:type="dxa"/>
            <w:left w:w="0" w:type="dxa"/>
            <w:right w:w="0" w:type="dxa"/>
          </w:tcMar>
        </w:tcPr>
        <w:p w14:paraId="3D3A857B" w14:textId="77777777" w:rsidR="004C3289" w:rsidRPr="00B8518B" w:rsidRDefault="004C3289" w:rsidP="00523EA7">
          <w:pPr>
            <w:pStyle w:val="Zpat"/>
            <w:rPr>
              <w:rStyle w:val="slostrnky"/>
            </w:rPr>
          </w:pPr>
        </w:p>
      </w:tc>
      <w:tc>
        <w:tcPr>
          <w:tcW w:w="3458" w:type="dxa"/>
          <w:shd w:val="clear" w:color="auto" w:fill="auto"/>
          <w:tcMar>
            <w:top w:w="57" w:type="dxa"/>
            <w:left w:w="0" w:type="dxa"/>
            <w:right w:w="0" w:type="dxa"/>
          </w:tcMar>
        </w:tcPr>
        <w:p w14:paraId="091F922F" w14:textId="77777777" w:rsidR="004C3289" w:rsidRDefault="004C3289" w:rsidP="00523EA7">
          <w:pPr>
            <w:pStyle w:val="Zpat"/>
          </w:pPr>
        </w:p>
      </w:tc>
      <w:tc>
        <w:tcPr>
          <w:tcW w:w="5698" w:type="dxa"/>
          <w:shd w:val="clear" w:color="auto" w:fill="auto"/>
          <w:tcMar>
            <w:top w:w="57" w:type="dxa"/>
            <w:left w:w="0" w:type="dxa"/>
            <w:right w:w="0" w:type="dxa"/>
          </w:tcMar>
        </w:tcPr>
        <w:p w14:paraId="1B37C807" w14:textId="77777777" w:rsidR="004C3289" w:rsidRPr="00D6163D" w:rsidRDefault="004C3289" w:rsidP="00D6163D">
          <w:pPr>
            <w:pStyle w:val="Druhdokumentu"/>
          </w:pPr>
        </w:p>
      </w:tc>
    </w:tr>
  </w:tbl>
  <w:p w14:paraId="41F73759" w14:textId="77777777" w:rsidR="004C3289" w:rsidRPr="00D6163D" w:rsidRDefault="004C32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289" w14:paraId="1A796983" w14:textId="77777777" w:rsidTr="00C02D0A">
      <w:trPr>
        <w:trHeight w:hRule="exact" w:val="454"/>
      </w:trPr>
      <w:tc>
        <w:tcPr>
          <w:tcW w:w="1361" w:type="dxa"/>
          <w:tcMar>
            <w:top w:w="57" w:type="dxa"/>
            <w:left w:w="0" w:type="dxa"/>
            <w:right w:w="0" w:type="dxa"/>
          </w:tcMar>
        </w:tcPr>
        <w:p w14:paraId="2C49E13B" w14:textId="77777777" w:rsidR="004C3289" w:rsidRPr="00B8518B" w:rsidRDefault="004C3289" w:rsidP="00523EA7">
          <w:pPr>
            <w:pStyle w:val="Zpat"/>
            <w:rPr>
              <w:rStyle w:val="slostrnky"/>
            </w:rPr>
          </w:pPr>
        </w:p>
      </w:tc>
      <w:tc>
        <w:tcPr>
          <w:tcW w:w="3458" w:type="dxa"/>
          <w:shd w:val="clear" w:color="auto" w:fill="auto"/>
          <w:tcMar>
            <w:top w:w="57" w:type="dxa"/>
            <w:left w:w="0" w:type="dxa"/>
            <w:right w:w="0" w:type="dxa"/>
          </w:tcMar>
        </w:tcPr>
        <w:p w14:paraId="29525732" w14:textId="77777777" w:rsidR="004C3289" w:rsidRDefault="004C3289" w:rsidP="00523EA7">
          <w:pPr>
            <w:pStyle w:val="Zpat"/>
          </w:pPr>
        </w:p>
      </w:tc>
      <w:tc>
        <w:tcPr>
          <w:tcW w:w="5698" w:type="dxa"/>
          <w:shd w:val="clear" w:color="auto" w:fill="auto"/>
          <w:tcMar>
            <w:top w:w="57" w:type="dxa"/>
            <w:left w:w="0" w:type="dxa"/>
            <w:right w:w="0" w:type="dxa"/>
          </w:tcMar>
        </w:tcPr>
        <w:p w14:paraId="56E7ECEF" w14:textId="77777777" w:rsidR="004C3289" w:rsidRPr="00D6163D" w:rsidRDefault="004C3289" w:rsidP="00D6163D">
          <w:pPr>
            <w:pStyle w:val="Druhdokumentu"/>
          </w:pPr>
        </w:p>
      </w:tc>
    </w:tr>
  </w:tbl>
  <w:p w14:paraId="3ED19484" w14:textId="77777777" w:rsidR="004C3289" w:rsidRPr="00D6163D" w:rsidRDefault="004C32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913F8"/>
    <w:rsid w:val="00191A70"/>
    <w:rsid w:val="00191F90"/>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12E2"/>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3289"/>
    <w:rsid w:val="004C4399"/>
    <w:rsid w:val="004C787C"/>
    <w:rsid w:val="004D09FB"/>
    <w:rsid w:val="004E19AA"/>
    <w:rsid w:val="004E23E7"/>
    <w:rsid w:val="004E42CB"/>
    <w:rsid w:val="004E7A1F"/>
    <w:rsid w:val="004F4B9B"/>
    <w:rsid w:val="00502690"/>
    <w:rsid w:val="0050464D"/>
    <w:rsid w:val="0050666E"/>
    <w:rsid w:val="00511AB9"/>
    <w:rsid w:val="00513588"/>
    <w:rsid w:val="005158D6"/>
    <w:rsid w:val="0052232B"/>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4A7A"/>
    <w:rsid w:val="006D57A1"/>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076"/>
    <w:rsid w:val="007A5172"/>
    <w:rsid w:val="007A67A0"/>
    <w:rsid w:val="007A6B0E"/>
    <w:rsid w:val="007B0978"/>
    <w:rsid w:val="007B570C"/>
    <w:rsid w:val="007C45BD"/>
    <w:rsid w:val="007C4689"/>
    <w:rsid w:val="007C5C3B"/>
    <w:rsid w:val="007C60A1"/>
    <w:rsid w:val="007E4A6E"/>
    <w:rsid w:val="007F56A7"/>
    <w:rsid w:val="00800851"/>
    <w:rsid w:val="00804A6F"/>
    <w:rsid w:val="00805BFF"/>
    <w:rsid w:val="00807DD0"/>
    <w:rsid w:val="00817E6B"/>
    <w:rsid w:val="00821D01"/>
    <w:rsid w:val="00826A73"/>
    <w:rsid w:val="00826B7B"/>
    <w:rsid w:val="008278E1"/>
    <w:rsid w:val="008324FB"/>
    <w:rsid w:val="008369FF"/>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A70EB"/>
    <w:rsid w:val="008B2A2E"/>
    <w:rsid w:val="008B4D60"/>
    <w:rsid w:val="008C15AA"/>
    <w:rsid w:val="008C1825"/>
    <w:rsid w:val="008C50F3"/>
    <w:rsid w:val="008C7EFE"/>
    <w:rsid w:val="008D03B9"/>
    <w:rsid w:val="008D30C7"/>
    <w:rsid w:val="008D59AA"/>
    <w:rsid w:val="008E3B8E"/>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1FCF"/>
    <w:rsid w:val="00B02F73"/>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075E6"/>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069B7"/>
    <w:rsid w:val="00D21061"/>
    <w:rsid w:val="00D32554"/>
    <w:rsid w:val="00D40A8A"/>
    <w:rsid w:val="00D4108E"/>
    <w:rsid w:val="00D4328E"/>
    <w:rsid w:val="00D4758D"/>
    <w:rsid w:val="00D6163D"/>
    <w:rsid w:val="00D65992"/>
    <w:rsid w:val="00D73533"/>
    <w:rsid w:val="00D76F55"/>
    <w:rsid w:val="00D77605"/>
    <w:rsid w:val="00D80984"/>
    <w:rsid w:val="00D831A3"/>
    <w:rsid w:val="00D8355F"/>
    <w:rsid w:val="00D8376F"/>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1B5E"/>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5764A"/>
    <w:rsid w:val="00F609A6"/>
    <w:rsid w:val="00F6217F"/>
    <w:rsid w:val="00F659EB"/>
    <w:rsid w:val="00F70809"/>
    <w:rsid w:val="00F71A5D"/>
    <w:rsid w:val="00F762A8"/>
    <w:rsid w:val="00F82134"/>
    <w:rsid w:val="00F842D5"/>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29AE77D-9B39-487E-B300-2ABC68B7B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25</Pages>
  <Words>6714</Words>
  <Characters>39615</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2019-05-15T08:59:00Z</cp:lastPrinted>
  <dcterms:created xsi:type="dcterms:W3CDTF">2022-05-17T08:49:00Z</dcterms:created>
  <dcterms:modified xsi:type="dcterms:W3CDTF">2022-05-19T08:23:00Z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